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6C3" w:rsidRPr="00D85ECF" w:rsidRDefault="006D56C3">
      <w:pPr>
        <w:rPr>
          <w:rFonts w:eastAsia="Arial Unicode MS" w:cs="Arial Unicode MS"/>
        </w:rPr>
      </w:pPr>
      <w:r w:rsidRPr="00D85ECF">
        <w:rPr>
          <w:rFonts w:eastAsia="Arial Unicode MS" w:cs="Arial Unicode MS"/>
          <w:b/>
          <w:i/>
          <w:u w:val="single"/>
        </w:rPr>
        <w:t>Natural Disaster Relief Project</w:t>
      </w:r>
      <w:r w:rsidR="003E7E0C" w:rsidRPr="00D85ECF">
        <w:rPr>
          <w:rFonts w:eastAsia="Arial Unicode MS" w:cs="Arial Unicode MS"/>
        </w:rPr>
        <w:tab/>
      </w:r>
      <w:r w:rsidR="003E7E0C" w:rsidRPr="00D85ECF">
        <w:rPr>
          <w:rFonts w:eastAsia="Arial Unicode MS" w:cs="Arial Unicode MS"/>
        </w:rPr>
        <w:tab/>
      </w:r>
      <w:r w:rsidR="003E7E0C" w:rsidRPr="00D85ECF">
        <w:rPr>
          <w:rFonts w:eastAsia="Arial Unicode MS" w:cs="Arial Unicode MS"/>
        </w:rPr>
        <w:tab/>
      </w:r>
      <w:r w:rsidR="003E7E0C" w:rsidRPr="00D85ECF">
        <w:rPr>
          <w:rFonts w:eastAsia="Arial Unicode MS" w:cs="Arial Unicode MS"/>
        </w:rPr>
        <w:tab/>
      </w:r>
      <w:r w:rsidR="003E7E0C" w:rsidRPr="00D85ECF">
        <w:rPr>
          <w:rFonts w:eastAsia="Arial Unicode MS" w:cs="Arial Unicode MS"/>
        </w:rPr>
        <w:tab/>
      </w:r>
      <w:r w:rsidR="003E7E0C" w:rsidRPr="00D85ECF">
        <w:rPr>
          <w:rFonts w:eastAsia="Arial Unicode MS" w:cs="Arial Unicode MS"/>
        </w:rPr>
        <w:tab/>
        <w:t>Name______________________________</w:t>
      </w:r>
    </w:p>
    <w:p w:rsidR="006D56C3" w:rsidRPr="00D85ECF" w:rsidRDefault="006D56C3" w:rsidP="006D56C3">
      <w:pPr>
        <w:pStyle w:val="NoSpacing"/>
        <w:jc w:val="center"/>
        <w:rPr>
          <w:rFonts w:eastAsia="Arial Unicode MS" w:cs="Arial Unicode MS"/>
          <w:b/>
        </w:rPr>
      </w:pPr>
      <w:r w:rsidRPr="00D85ECF">
        <w:rPr>
          <w:rFonts w:eastAsia="Arial Unicode MS" w:cs="Arial Unicode MS"/>
          <w:b/>
        </w:rPr>
        <w:t xml:space="preserve">This project will be your culminating grade over all the Physical Geography Unit. </w:t>
      </w:r>
    </w:p>
    <w:p w:rsidR="006D56C3" w:rsidRPr="00D85ECF" w:rsidRDefault="006D56C3" w:rsidP="006D56C3">
      <w:pPr>
        <w:pStyle w:val="NoSpacing"/>
        <w:rPr>
          <w:rFonts w:eastAsia="Arial Unicode MS" w:cs="Arial Unicode MS"/>
        </w:rPr>
      </w:pPr>
    </w:p>
    <w:p w:rsidR="006D56C3" w:rsidRPr="00D85ECF" w:rsidRDefault="006D56C3" w:rsidP="006D56C3">
      <w:pPr>
        <w:pStyle w:val="NoSpacing"/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 xml:space="preserve">A natural disaster has just occurred in your town! You and your group are responsible for informing the local FEMA directors (Ms. Kent and Mr. </w:t>
      </w:r>
      <w:proofErr w:type="spellStart"/>
      <w:r w:rsidRPr="00D85ECF">
        <w:rPr>
          <w:rFonts w:eastAsia="Arial Unicode MS" w:cs="Arial Unicode MS"/>
        </w:rPr>
        <w:t>Ranweiler</w:t>
      </w:r>
      <w:proofErr w:type="spellEnd"/>
      <w:r w:rsidRPr="00D85ECF">
        <w:rPr>
          <w:rFonts w:eastAsia="Arial Unicode MS" w:cs="Arial Unicode MS"/>
        </w:rPr>
        <w:t xml:space="preserve">) about the disaster in order to receive emergency funding. In order to receive funding you must; </w:t>
      </w:r>
    </w:p>
    <w:p w:rsidR="006D56C3" w:rsidRPr="00D85ECF" w:rsidRDefault="006D56C3" w:rsidP="006D56C3">
      <w:pPr>
        <w:pStyle w:val="NoSpacing"/>
        <w:rPr>
          <w:rFonts w:eastAsia="Arial Unicode MS" w:cs="Arial Unicode MS"/>
        </w:rPr>
      </w:pPr>
    </w:p>
    <w:p w:rsidR="00432E20" w:rsidRPr="00D85ECF" w:rsidRDefault="00432E20" w:rsidP="006D56C3">
      <w:pPr>
        <w:pStyle w:val="NoSpacing"/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>Type answers to the following questions:</w:t>
      </w:r>
    </w:p>
    <w:p w:rsidR="00432E20" w:rsidRPr="00D85ECF" w:rsidRDefault="00432E20" w:rsidP="006D56C3">
      <w:pPr>
        <w:pStyle w:val="NoSpacing"/>
        <w:rPr>
          <w:rFonts w:eastAsia="Arial Unicode MS" w:cs="Arial Unicode MS"/>
        </w:rPr>
      </w:pPr>
    </w:p>
    <w:p w:rsidR="007870FB" w:rsidRPr="00D85ECF" w:rsidRDefault="006D56C3" w:rsidP="006D56C3">
      <w:pPr>
        <w:pStyle w:val="NoSpacing"/>
        <w:rPr>
          <w:rFonts w:eastAsia="Arial Unicode MS" w:cs="Arial Unicode MS"/>
          <w:i/>
        </w:rPr>
      </w:pPr>
      <w:r w:rsidRPr="00D85ECF">
        <w:rPr>
          <w:rFonts w:eastAsia="Arial Unicode MS" w:cs="Arial Unicode MS"/>
        </w:rPr>
        <w:t xml:space="preserve">1) </w:t>
      </w:r>
      <w:r w:rsidR="007870FB" w:rsidRPr="00D85ECF">
        <w:rPr>
          <w:rFonts w:eastAsia="Arial Unicode MS" w:cs="Arial Unicode MS"/>
        </w:rPr>
        <w:t xml:space="preserve">Describe your town before the disaster. </w:t>
      </w:r>
      <w:r w:rsidR="007870FB" w:rsidRPr="00D85ECF">
        <w:rPr>
          <w:rFonts w:eastAsia="Arial Unicode MS" w:cs="Arial Unicode MS"/>
          <w:i/>
        </w:rPr>
        <w:t xml:space="preserve">Look up where your natural disaster is most likely to occur. Pick or create a city that is likely to have been affected by this natural disaster. BE REALISTIC. </w:t>
      </w:r>
    </w:p>
    <w:p w:rsidR="007870FB" w:rsidRPr="00D85ECF" w:rsidRDefault="007870FB" w:rsidP="007870FB">
      <w:pPr>
        <w:pStyle w:val="NoSpacing"/>
        <w:ind w:firstLine="720"/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 xml:space="preserve">a) </w:t>
      </w:r>
      <w:r w:rsidR="006D56C3" w:rsidRPr="00D85ECF">
        <w:rPr>
          <w:rFonts w:eastAsia="Arial Unicode MS" w:cs="Arial Unicode MS"/>
        </w:rPr>
        <w:t xml:space="preserve">Include a map of your town and the surrounding area. The map must clearly include all </w:t>
      </w:r>
    </w:p>
    <w:p w:rsidR="008C2A8A" w:rsidRPr="00D85ECF" w:rsidRDefault="006D56C3" w:rsidP="007870FB">
      <w:pPr>
        <w:pStyle w:val="NoSpacing"/>
        <w:ind w:firstLine="720"/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 xml:space="preserve">elements of TOADLS. </w:t>
      </w:r>
      <w:r w:rsidR="00432E20" w:rsidRPr="00D85ECF">
        <w:rPr>
          <w:rFonts w:eastAsia="Arial Unicode MS" w:cs="Arial Unicode MS"/>
        </w:rPr>
        <w:t xml:space="preserve"> </w:t>
      </w:r>
      <w:r w:rsidR="008C2A8A" w:rsidRPr="00D85ECF">
        <w:rPr>
          <w:rFonts w:eastAsia="Arial Unicode MS" w:cs="Arial Unicode MS"/>
        </w:rPr>
        <w:t>______/ 6 pts</w:t>
      </w:r>
    </w:p>
    <w:p w:rsidR="007870FB" w:rsidRPr="00D85ECF" w:rsidRDefault="007870FB" w:rsidP="007870FB">
      <w:pPr>
        <w:pStyle w:val="NoSpacing"/>
        <w:ind w:firstLine="720"/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 xml:space="preserve">b) Provide the absolute and relative locations of your town. </w:t>
      </w:r>
      <w:r w:rsidR="008C2A8A" w:rsidRPr="00D85ECF">
        <w:rPr>
          <w:rFonts w:eastAsia="Arial Unicode MS" w:cs="Arial Unicode MS"/>
        </w:rPr>
        <w:t>______/ 2 pts</w:t>
      </w:r>
    </w:p>
    <w:p w:rsidR="007870FB" w:rsidRPr="00D85ECF" w:rsidRDefault="00432E20" w:rsidP="007870FB">
      <w:pPr>
        <w:pStyle w:val="NoSpacing"/>
        <w:ind w:firstLine="720"/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>c</w:t>
      </w:r>
      <w:r w:rsidR="007870FB" w:rsidRPr="00D85ECF">
        <w:rPr>
          <w:rFonts w:eastAsia="Arial Unicode MS" w:cs="Arial Unicode MS"/>
        </w:rPr>
        <w:t>) What is the climate of your town?</w:t>
      </w:r>
      <w:r w:rsidR="008C2A8A" w:rsidRPr="00D85ECF">
        <w:rPr>
          <w:rFonts w:eastAsia="Arial Unicode MS" w:cs="Arial Unicode MS"/>
        </w:rPr>
        <w:t xml:space="preserve"> ______/ 1 pt</w:t>
      </w:r>
    </w:p>
    <w:p w:rsidR="007870FB" w:rsidRPr="00D85ECF" w:rsidRDefault="00432E20" w:rsidP="007870FB">
      <w:pPr>
        <w:pStyle w:val="NoSpacing"/>
        <w:ind w:firstLine="720"/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>d</w:t>
      </w:r>
      <w:r w:rsidR="007870FB" w:rsidRPr="00D85ECF">
        <w:rPr>
          <w:rFonts w:eastAsia="Arial Unicode MS" w:cs="Arial Unicode MS"/>
        </w:rPr>
        <w:t xml:space="preserve">) What is the weather usually like in your town? </w:t>
      </w:r>
      <w:r w:rsidR="008C2A8A" w:rsidRPr="00D85ECF">
        <w:rPr>
          <w:rFonts w:eastAsia="Arial Unicode MS" w:cs="Arial Unicode MS"/>
        </w:rPr>
        <w:t>______/ 1 pt</w:t>
      </w:r>
    </w:p>
    <w:p w:rsidR="006D56C3" w:rsidRPr="00D85ECF" w:rsidRDefault="006D56C3" w:rsidP="006D56C3">
      <w:pPr>
        <w:pStyle w:val="NoSpacing"/>
        <w:rPr>
          <w:rFonts w:eastAsia="Arial Unicode MS" w:cs="Arial Unicode MS"/>
        </w:rPr>
      </w:pPr>
    </w:p>
    <w:p w:rsidR="006D56C3" w:rsidRPr="00D85ECF" w:rsidRDefault="006D56C3" w:rsidP="006D56C3">
      <w:pPr>
        <w:pStyle w:val="NoSpacing"/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 xml:space="preserve">2) Describe what happened during the natural disaster. </w:t>
      </w:r>
    </w:p>
    <w:p w:rsidR="006D56C3" w:rsidRPr="00D85ECF" w:rsidRDefault="006D56C3" w:rsidP="006D56C3">
      <w:pPr>
        <w:pStyle w:val="NoSpacing"/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ab/>
        <w:t xml:space="preserve">a) </w:t>
      </w:r>
      <w:r w:rsidR="007870FB" w:rsidRPr="00D85ECF">
        <w:rPr>
          <w:rFonts w:eastAsia="Arial Unicode MS" w:cs="Arial Unicode MS"/>
        </w:rPr>
        <w:t>What</w:t>
      </w:r>
      <w:r w:rsidRPr="00D85ECF">
        <w:rPr>
          <w:rFonts w:eastAsia="Arial Unicode MS" w:cs="Arial Unicode MS"/>
        </w:rPr>
        <w:t xml:space="preserve"> was the severity of the disaster (look up natural disaster rating scales) </w:t>
      </w:r>
      <w:r w:rsidR="008C2A8A" w:rsidRPr="00D85ECF">
        <w:rPr>
          <w:rFonts w:eastAsia="Arial Unicode MS" w:cs="Arial Unicode MS"/>
        </w:rPr>
        <w:t>______/ 1 pt</w:t>
      </w:r>
    </w:p>
    <w:p w:rsidR="006D56C3" w:rsidRPr="00D85ECF" w:rsidRDefault="006D56C3" w:rsidP="006D56C3">
      <w:pPr>
        <w:pStyle w:val="NoSpacing"/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ab/>
        <w:t xml:space="preserve">b) Based on other natural disasters of this magnitude estimate the total damage caused by your </w:t>
      </w:r>
    </w:p>
    <w:p w:rsidR="006D56C3" w:rsidRPr="00D85ECF" w:rsidRDefault="006D56C3" w:rsidP="006D56C3">
      <w:pPr>
        <w:pStyle w:val="NoSpacing"/>
        <w:ind w:firstLine="720"/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 xml:space="preserve">natural disaster. </w:t>
      </w:r>
      <w:r w:rsidR="008C2A8A" w:rsidRPr="00D85ECF">
        <w:rPr>
          <w:rFonts w:eastAsia="Arial Unicode MS" w:cs="Arial Unicode MS"/>
        </w:rPr>
        <w:t>______/ 3 pts</w:t>
      </w:r>
    </w:p>
    <w:p w:rsidR="007870FB" w:rsidRPr="00D85ECF" w:rsidRDefault="007870FB" w:rsidP="006D56C3">
      <w:pPr>
        <w:pStyle w:val="NoSpacing"/>
        <w:ind w:firstLine="720"/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 xml:space="preserve">c) Name your natural disaster. </w:t>
      </w:r>
      <w:r w:rsidR="008C2A8A" w:rsidRPr="00D85ECF">
        <w:rPr>
          <w:rFonts w:eastAsia="Arial Unicode MS" w:cs="Arial Unicode MS"/>
        </w:rPr>
        <w:t>______/ 1 pt</w:t>
      </w:r>
    </w:p>
    <w:p w:rsidR="007870FB" w:rsidRPr="00D85ECF" w:rsidRDefault="007870FB" w:rsidP="006D56C3">
      <w:pPr>
        <w:pStyle w:val="NoSpacing"/>
        <w:ind w:firstLine="720"/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 xml:space="preserve">d) Describe where these natural disasters usually occur. Are they localized, or do they happen </w:t>
      </w:r>
    </w:p>
    <w:p w:rsidR="007870FB" w:rsidRPr="00D85ECF" w:rsidRDefault="007870FB" w:rsidP="006D56C3">
      <w:pPr>
        <w:pStyle w:val="NoSpacing"/>
        <w:ind w:firstLine="720"/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 xml:space="preserve">around the world? </w:t>
      </w:r>
      <w:r w:rsidR="008C2A8A" w:rsidRPr="00D85ECF">
        <w:rPr>
          <w:rFonts w:eastAsia="Arial Unicode MS" w:cs="Arial Unicode MS"/>
        </w:rPr>
        <w:t>______/ 5 pts</w:t>
      </w:r>
    </w:p>
    <w:p w:rsidR="007870FB" w:rsidRPr="00D85ECF" w:rsidRDefault="007870FB" w:rsidP="007870FB">
      <w:pPr>
        <w:pStyle w:val="NoSpacing"/>
        <w:rPr>
          <w:rFonts w:eastAsia="Arial Unicode MS" w:cs="Arial Unicode MS"/>
        </w:rPr>
      </w:pPr>
    </w:p>
    <w:p w:rsidR="007870FB" w:rsidRPr="00D85ECF" w:rsidRDefault="007870FB" w:rsidP="007870FB">
      <w:pPr>
        <w:pStyle w:val="NoSpacing"/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 xml:space="preserve">3) Explain why this natural disaster occurred. </w:t>
      </w:r>
      <w:r w:rsidR="008C2A8A" w:rsidRPr="00D85ECF">
        <w:rPr>
          <w:rFonts w:eastAsia="Arial Unicode MS" w:cs="Arial Unicode MS"/>
        </w:rPr>
        <w:t xml:space="preserve"> ______/ 10 pts</w:t>
      </w:r>
    </w:p>
    <w:p w:rsidR="007870FB" w:rsidRPr="00D85ECF" w:rsidRDefault="007870FB" w:rsidP="007870FB">
      <w:pPr>
        <w:pStyle w:val="NoSpacing"/>
        <w:ind w:firstLine="720"/>
        <w:rPr>
          <w:rFonts w:eastAsia="Arial Unicode MS" w:cs="Arial Unicode MS"/>
        </w:rPr>
      </w:pPr>
      <w:proofErr w:type="spellStart"/>
      <w:r w:rsidRPr="00D85ECF">
        <w:rPr>
          <w:rFonts w:eastAsia="Arial Unicode MS" w:cs="Arial Unicode MS"/>
        </w:rPr>
        <w:t>i.e</w:t>
      </w:r>
      <w:proofErr w:type="spellEnd"/>
      <w:r w:rsidRPr="00D85ECF">
        <w:rPr>
          <w:rFonts w:eastAsia="Arial Unicode MS" w:cs="Arial Unicode MS"/>
        </w:rPr>
        <w:t xml:space="preserve"> What weather patterns led to the disaster, what plates shi</w:t>
      </w:r>
      <w:r w:rsidR="00432E20" w:rsidRPr="00D85ECF">
        <w:rPr>
          <w:rFonts w:eastAsia="Arial Unicode MS" w:cs="Arial Unicode MS"/>
        </w:rPr>
        <w:t>fted, was it completely random?</w:t>
      </w:r>
    </w:p>
    <w:p w:rsidR="007870FB" w:rsidRPr="00D85ECF" w:rsidRDefault="007870FB" w:rsidP="007870FB">
      <w:pPr>
        <w:pStyle w:val="NoSpacing"/>
        <w:rPr>
          <w:rFonts w:eastAsia="Arial Unicode MS" w:cs="Arial Unicode MS"/>
        </w:rPr>
      </w:pPr>
    </w:p>
    <w:p w:rsidR="007870FB" w:rsidRPr="00D85ECF" w:rsidRDefault="007870FB" w:rsidP="007870FB">
      <w:pPr>
        <w:pStyle w:val="NoSpacing"/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 xml:space="preserve">4) Discuss warning systems. Is there a standard warning system for your disaster? Did the people of your town know it was coming? How good are scientists at predicting when and where these disasters may occur? </w:t>
      </w:r>
      <w:r w:rsidR="008C2A8A" w:rsidRPr="00D85ECF">
        <w:rPr>
          <w:rFonts w:eastAsia="Arial Unicode MS" w:cs="Arial Unicode MS"/>
        </w:rPr>
        <w:t>______/ 10 pts</w:t>
      </w:r>
    </w:p>
    <w:p w:rsidR="007870FB" w:rsidRPr="00D85ECF" w:rsidRDefault="007870FB" w:rsidP="007870FB">
      <w:pPr>
        <w:pStyle w:val="NoSpacing"/>
        <w:rPr>
          <w:rFonts w:eastAsia="Arial Unicode MS" w:cs="Arial Unicode MS"/>
        </w:rPr>
      </w:pPr>
    </w:p>
    <w:p w:rsidR="007870FB" w:rsidRPr="00D85ECF" w:rsidRDefault="007870FB" w:rsidP="007870FB">
      <w:pPr>
        <w:pStyle w:val="NoSpacing"/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 xml:space="preserve">5) Explain how the natural disaster has affected life in your town. </w:t>
      </w:r>
      <w:r w:rsidR="008C2A8A" w:rsidRPr="00D85ECF">
        <w:rPr>
          <w:rFonts w:eastAsia="Arial Unicode MS" w:cs="Arial Unicode MS"/>
        </w:rPr>
        <w:t>______/ 5 pts</w:t>
      </w:r>
    </w:p>
    <w:p w:rsidR="00432E20" w:rsidRPr="00D85ECF" w:rsidRDefault="00432E20" w:rsidP="007870FB">
      <w:pPr>
        <w:pStyle w:val="NoSpacing"/>
        <w:rPr>
          <w:rFonts w:eastAsia="Arial Unicode MS" w:cs="Arial Unicode MS"/>
        </w:rPr>
      </w:pPr>
    </w:p>
    <w:p w:rsidR="00432E20" w:rsidRPr="00D85ECF" w:rsidRDefault="00432E20" w:rsidP="007870FB">
      <w:pPr>
        <w:pStyle w:val="NoSpacing"/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 xml:space="preserve">Once you have completed you questions you must present your natural disaster to the directors and the class.  Use your typed answers as a guide for your presentation.  Your presentation must include a visual aid, </w:t>
      </w:r>
      <w:proofErr w:type="spellStart"/>
      <w:r w:rsidRPr="00D85ECF">
        <w:rPr>
          <w:rFonts w:eastAsia="Arial Unicode MS" w:cs="Arial Unicode MS"/>
        </w:rPr>
        <w:t>ie</w:t>
      </w:r>
      <w:proofErr w:type="spellEnd"/>
      <w:r w:rsidRPr="00D85ECF">
        <w:rPr>
          <w:rFonts w:eastAsia="Arial Unicode MS" w:cs="Arial Unicode MS"/>
        </w:rPr>
        <w:t xml:space="preserve">, Power Point, </w:t>
      </w:r>
      <w:proofErr w:type="spellStart"/>
      <w:r w:rsidRPr="00D85ECF">
        <w:rPr>
          <w:rFonts w:eastAsia="Arial Unicode MS" w:cs="Arial Unicode MS"/>
        </w:rPr>
        <w:t>Prezi</w:t>
      </w:r>
      <w:proofErr w:type="spellEnd"/>
      <w:r w:rsidRPr="00D85ECF">
        <w:rPr>
          <w:rFonts w:eastAsia="Arial Unicode MS" w:cs="Arial Unicode MS"/>
        </w:rPr>
        <w:t xml:space="preserve">, drawings, etc. </w:t>
      </w:r>
      <w:r w:rsidR="008C2A8A" w:rsidRPr="00D85ECF">
        <w:rPr>
          <w:rFonts w:eastAsia="Arial Unicode MS" w:cs="Arial Unicode MS"/>
        </w:rPr>
        <w:t xml:space="preserve"> See back for presentation Rubric </w:t>
      </w:r>
    </w:p>
    <w:p w:rsidR="00432E20" w:rsidRPr="00D85ECF" w:rsidRDefault="00432E20" w:rsidP="00432E20">
      <w:pPr>
        <w:pStyle w:val="NoSpacing"/>
        <w:numPr>
          <w:ilvl w:val="0"/>
          <w:numId w:val="1"/>
        </w:numPr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 xml:space="preserve">You need at least 5 slides (at least one for each section) </w:t>
      </w:r>
    </w:p>
    <w:p w:rsidR="00432E20" w:rsidRPr="00D85ECF" w:rsidRDefault="00432E20" w:rsidP="00432E20">
      <w:pPr>
        <w:pStyle w:val="NoSpacing"/>
        <w:numPr>
          <w:ilvl w:val="0"/>
          <w:numId w:val="1"/>
        </w:numPr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 xml:space="preserve">Your slides should be visual aids, not a retyped version of your presentation. Please </w:t>
      </w:r>
      <w:r w:rsidR="00862327" w:rsidRPr="00D85ECF">
        <w:rPr>
          <w:rFonts w:eastAsia="Arial Unicode MS" w:cs="Arial Unicode MS"/>
        </w:rPr>
        <w:t>include</w:t>
      </w:r>
      <w:r w:rsidRPr="00D85ECF">
        <w:rPr>
          <w:rFonts w:eastAsia="Arial Unicode MS" w:cs="Arial Unicode MS"/>
        </w:rPr>
        <w:t xml:space="preserve"> minimal text on your slides. </w:t>
      </w:r>
    </w:p>
    <w:p w:rsidR="00432E20" w:rsidRPr="00D85ECF" w:rsidRDefault="00432E20" w:rsidP="00432E20">
      <w:pPr>
        <w:pStyle w:val="NoSpacing"/>
        <w:numPr>
          <w:ilvl w:val="0"/>
          <w:numId w:val="1"/>
        </w:numPr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 xml:space="preserve">Your slides should include photos, maps, diagrams, etc. </w:t>
      </w:r>
    </w:p>
    <w:p w:rsidR="00432E20" w:rsidRPr="00D85ECF" w:rsidRDefault="00432E20" w:rsidP="00432E20">
      <w:pPr>
        <w:pStyle w:val="NoSpacing"/>
        <w:numPr>
          <w:ilvl w:val="0"/>
          <w:numId w:val="1"/>
        </w:numPr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 xml:space="preserve">You slide show MUST include a bibliography on the last page, which includes all of your sources. </w:t>
      </w:r>
    </w:p>
    <w:p w:rsidR="00862327" w:rsidRPr="00D85ECF" w:rsidRDefault="00862327" w:rsidP="00432E20">
      <w:pPr>
        <w:pStyle w:val="NoSpacing"/>
        <w:numPr>
          <w:ilvl w:val="0"/>
          <w:numId w:val="1"/>
        </w:numPr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 xml:space="preserve">Slides should be neat and legible. Please do not match bright letters with bright backgrounds, put words over pictures, etc. </w:t>
      </w:r>
    </w:p>
    <w:p w:rsidR="00432E20" w:rsidRPr="00D85ECF" w:rsidRDefault="00432E20" w:rsidP="00432E20">
      <w:pPr>
        <w:pStyle w:val="NoSpacing"/>
        <w:numPr>
          <w:ilvl w:val="0"/>
          <w:numId w:val="1"/>
        </w:numPr>
        <w:rPr>
          <w:rFonts w:eastAsia="Arial Unicode MS" w:cs="Arial Unicode MS"/>
        </w:rPr>
      </w:pPr>
      <w:r w:rsidRPr="00D85ECF">
        <w:rPr>
          <w:rFonts w:eastAsia="Arial Unicode MS" w:cs="Arial Unicode MS"/>
          <w:b/>
        </w:rPr>
        <w:t xml:space="preserve">EVERY GROUP MEMBER MUST SPEAK AND HELP DURING THE PRESENTATION TO RECEIVE CREDIT! </w:t>
      </w:r>
    </w:p>
    <w:p w:rsidR="00432E20" w:rsidRPr="00D85ECF" w:rsidRDefault="00432E20" w:rsidP="00432E20">
      <w:pPr>
        <w:pStyle w:val="NoSpacing"/>
        <w:rPr>
          <w:rFonts w:eastAsia="Arial Unicode MS" w:cs="Arial Unicode MS"/>
        </w:rPr>
      </w:pPr>
    </w:p>
    <w:p w:rsidR="00862327" w:rsidRPr="00D85ECF" w:rsidRDefault="00862327" w:rsidP="00862327">
      <w:pPr>
        <w:pStyle w:val="NoSpacing"/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>Grading Rubric</w:t>
      </w:r>
      <w:r w:rsidR="00432E20" w:rsidRPr="00D85ECF">
        <w:rPr>
          <w:rFonts w:eastAsia="Arial Unicode MS" w:cs="Arial Unicode MS"/>
        </w:rPr>
        <w:t xml:space="preserve"> </w:t>
      </w:r>
    </w:p>
    <w:p w:rsidR="00862327" w:rsidRPr="00D85ECF" w:rsidRDefault="00432E20" w:rsidP="00862327">
      <w:pPr>
        <w:pStyle w:val="NoSpacing"/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 xml:space="preserve">Typed Answers: </w:t>
      </w:r>
      <w:r w:rsidR="008C2A8A" w:rsidRPr="00D85ECF">
        <w:rPr>
          <w:rFonts w:eastAsia="Arial Unicode MS" w:cs="Arial Unicode MS"/>
        </w:rPr>
        <w:t>________/45</w:t>
      </w:r>
      <w:r w:rsidR="00862327" w:rsidRPr="00D85ECF">
        <w:rPr>
          <w:rFonts w:eastAsia="Arial Unicode MS" w:cs="Arial Unicode MS"/>
        </w:rPr>
        <w:t xml:space="preserve"> pts</w:t>
      </w:r>
    </w:p>
    <w:p w:rsidR="00862327" w:rsidRPr="00D85ECF" w:rsidRDefault="00862327" w:rsidP="00862327">
      <w:pPr>
        <w:pStyle w:val="NoSpacing"/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 xml:space="preserve"> Slides</w:t>
      </w:r>
      <w:r w:rsidR="008C2A8A" w:rsidRPr="00D85ECF">
        <w:rPr>
          <w:rFonts w:eastAsia="Arial Unicode MS" w:cs="Arial Unicode MS"/>
        </w:rPr>
        <w:t>: _______________/ 25pts</w:t>
      </w:r>
    </w:p>
    <w:p w:rsidR="00432E20" w:rsidRPr="00D85ECF" w:rsidRDefault="008C2A8A" w:rsidP="00862327">
      <w:pPr>
        <w:pStyle w:val="NoSpacing"/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>Presentatio</w:t>
      </w:r>
      <w:r w:rsidR="003E7E0C" w:rsidRPr="00D85ECF">
        <w:rPr>
          <w:rFonts w:eastAsia="Arial Unicode MS" w:cs="Arial Unicode MS"/>
        </w:rPr>
        <w:t>n: __________/20</w:t>
      </w:r>
      <w:r w:rsidR="00862327" w:rsidRPr="00D85ECF">
        <w:rPr>
          <w:rFonts w:eastAsia="Arial Unicode MS" w:cs="Arial Unicode MS"/>
        </w:rPr>
        <w:t xml:space="preserve"> </w:t>
      </w:r>
      <w:r w:rsidR="00432E20" w:rsidRPr="00D85ECF">
        <w:rPr>
          <w:rFonts w:eastAsia="Arial Unicode MS" w:cs="Arial Unicode MS"/>
        </w:rPr>
        <w:t xml:space="preserve">pts. </w:t>
      </w:r>
    </w:p>
    <w:p w:rsidR="003E7E0C" w:rsidRPr="00D85ECF" w:rsidRDefault="003E7E0C" w:rsidP="00862327">
      <w:pPr>
        <w:pStyle w:val="NoSpacing"/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 xml:space="preserve">Group Member Participation __________ /10 pts </w:t>
      </w:r>
    </w:p>
    <w:p w:rsidR="00862327" w:rsidRPr="00D85ECF" w:rsidRDefault="00862327" w:rsidP="00862327">
      <w:pPr>
        <w:pStyle w:val="NoSpacing"/>
        <w:rPr>
          <w:rFonts w:eastAsia="Arial Unicode MS" w:cs="Arial Unicode MS"/>
        </w:rPr>
      </w:pPr>
    </w:p>
    <w:p w:rsidR="00862327" w:rsidRPr="00D85ECF" w:rsidRDefault="00862327" w:rsidP="00862327">
      <w:pPr>
        <w:pStyle w:val="NoSpacing"/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 xml:space="preserve">Total __________________________/ 100 pts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98"/>
        <w:gridCol w:w="810"/>
        <w:gridCol w:w="720"/>
        <w:gridCol w:w="630"/>
        <w:gridCol w:w="720"/>
        <w:gridCol w:w="738"/>
      </w:tblGrid>
      <w:tr w:rsidR="004B2847" w:rsidRPr="00FB3318" w:rsidTr="00FB3318">
        <w:tc>
          <w:tcPr>
            <w:tcW w:w="7398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  <w:proofErr w:type="spellStart"/>
            <w:r w:rsidRPr="00FB3318">
              <w:rPr>
                <w:rFonts w:eastAsia="Arial Unicode MS" w:cs="Arial Unicode MS"/>
              </w:rPr>
              <w:lastRenderedPageBreak/>
              <w:t>Powerpoints</w:t>
            </w:r>
            <w:proofErr w:type="spellEnd"/>
          </w:p>
        </w:tc>
        <w:tc>
          <w:tcPr>
            <w:tcW w:w="810" w:type="dxa"/>
          </w:tcPr>
          <w:p w:rsidR="004B2847" w:rsidRPr="00FB3318" w:rsidRDefault="004B2847" w:rsidP="004B2847">
            <w:pPr>
              <w:rPr>
                <w:rFonts w:eastAsia="Arial Unicode MS" w:cs="Arial Unicode MS"/>
              </w:rPr>
            </w:pPr>
            <w:r w:rsidRPr="00FB3318">
              <w:rPr>
                <w:rFonts w:eastAsia="Arial Unicode MS" w:cs="Arial Unicode MS"/>
              </w:rPr>
              <w:t xml:space="preserve">1 </w:t>
            </w:r>
          </w:p>
        </w:tc>
        <w:tc>
          <w:tcPr>
            <w:tcW w:w="720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  <w:r w:rsidRPr="00FB3318">
              <w:rPr>
                <w:rFonts w:eastAsia="Arial Unicode MS" w:cs="Arial Unicode MS"/>
              </w:rPr>
              <w:t>2</w:t>
            </w:r>
          </w:p>
        </w:tc>
        <w:tc>
          <w:tcPr>
            <w:tcW w:w="630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  <w:r w:rsidRPr="00FB3318">
              <w:rPr>
                <w:rFonts w:eastAsia="Arial Unicode MS" w:cs="Arial Unicode MS"/>
              </w:rPr>
              <w:t>3</w:t>
            </w:r>
          </w:p>
        </w:tc>
        <w:tc>
          <w:tcPr>
            <w:tcW w:w="720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  <w:r w:rsidRPr="00FB3318">
              <w:rPr>
                <w:rFonts w:eastAsia="Arial Unicode MS" w:cs="Arial Unicode MS"/>
              </w:rPr>
              <w:t>4</w:t>
            </w:r>
          </w:p>
        </w:tc>
        <w:tc>
          <w:tcPr>
            <w:tcW w:w="738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  <w:r w:rsidRPr="00FB3318">
              <w:rPr>
                <w:rFonts w:eastAsia="Arial Unicode MS" w:cs="Arial Unicode MS"/>
              </w:rPr>
              <w:t>5</w:t>
            </w:r>
          </w:p>
        </w:tc>
      </w:tr>
      <w:tr w:rsidR="004B2847" w:rsidRPr="00FB3318" w:rsidTr="00FB3318">
        <w:tc>
          <w:tcPr>
            <w:tcW w:w="7398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  <w:r w:rsidRPr="00FB3318">
              <w:rPr>
                <w:rFonts w:eastAsia="Arial Unicode MS" w:cs="Arial Unicode MS"/>
              </w:rPr>
              <w:t xml:space="preserve">Slides clearly demonstrate acquisition of knowledge about the topic. </w:t>
            </w:r>
          </w:p>
        </w:tc>
        <w:tc>
          <w:tcPr>
            <w:tcW w:w="810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720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630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720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738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</w:p>
        </w:tc>
      </w:tr>
      <w:tr w:rsidR="004B2847" w:rsidRPr="00FB3318" w:rsidTr="00FB3318">
        <w:tc>
          <w:tcPr>
            <w:tcW w:w="7398" w:type="dxa"/>
          </w:tcPr>
          <w:p w:rsidR="004B2847" w:rsidRPr="00FB3318" w:rsidRDefault="004B2847" w:rsidP="004B2847">
            <w:pPr>
              <w:rPr>
                <w:rFonts w:eastAsia="Arial Unicode MS" w:cs="Arial Unicode MS"/>
              </w:rPr>
            </w:pPr>
            <w:r w:rsidRPr="00FB3318">
              <w:rPr>
                <w:rFonts w:eastAsia="Arial Unicode MS" w:cs="Arial Unicode MS"/>
              </w:rPr>
              <w:t xml:space="preserve">The information on the slides (pictures or text) </w:t>
            </w:r>
            <w:r w:rsidR="00D85ECF" w:rsidRPr="00FB3318">
              <w:rPr>
                <w:rFonts w:eastAsia="Arial Unicode MS" w:cs="Arial Unicode MS"/>
              </w:rPr>
              <w:t>supplements</w:t>
            </w:r>
            <w:r w:rsidRPr="00FB3318">
              <w:rPr>
                <w:rFonts w:eastAsia="Arial Unicode MS" w:cs="Arial Unicode MS"/>
              </w:rPr>
              <w:t xml:space="preserve"> the spoken information</w:t>
            </w:r>
            <w:r w:rsidR="003E7E0C" w:rsidRPr="00FB3318">
              <w:rPr>
                <w:rFonts w:eastAsia="Arial Unicode MS" w:cs="Arial Unicode MS"/>
              </w:rPr>
              <w:t>.</w:t>
            </w:r>
          </w:p>
        </w:tc>
        <w:tc>
          <w:tcPr>
            <w:tcW w:w="810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720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630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720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738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</w:p>
        </w:tc>
      </w:tr>
      <w:tr w:rsidR="004B2847" w:rsidRPr="00FB3318" w:rsidTr="00FB3318">
        <w:tc>
          <w:tcPr>
            <w:tcW w:w="7398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  <w:r w:rsidRPr="00FB3318">
              <w:rPr>
                <w:rFonts w:eastAsia="Arial Unicode MS" w:cs="Arial Unicode MS"/>
              </w:rPr>
              <w:t>Slides are well organized and follow a coherent pattern</w:t>
            </w:r>
            <w:r w:rsidR="003E7E0C" w:rsidRPr="00FB3318">
              <w:rPr>
                <w:rFonts w:eastAsia="Arial Unicode MS" w:cs="Arial Unicode MS"/>
              </w:rPr>
              <w:t>.</w:t>
            </w:r>
          </w:p>
        </w:tc>
        <w:tc>
          <w:tcPr>
            <w:tcW w:w="810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720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630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720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738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</w:p>
        </w:tc>
      </w:tr>
      <w:tr w:rsidR="004B2847" w:rsidRPr="00FB3318" w:rsidTr="00FB3318">
        <w:tc>
          <w:tcPr>
            <w:tcW w:w="7398" w:type="dxa"/>
          </w:tcPr>
          <w:p w:rsidR="004B2847" w:rsidRPr="00FB3318" w:rsidRDefault="004B2847" w:rsidP="00291D70">
            <w:pPr>
              <w:rPr>
                <w:rFonts w:eastAsia="Arial Unicode MS" w:cs="Arial Unicode MS"/>
              </w:rPr>
            </w:pPr>
            <w:r w:rsidRPr="00FB3318">
              <w:rPr>
                <w:rFonts w:eastAsia="Arial Unicode MS" w:cs="Arial Unicode MS"/>
              </w:rPr>
              <w:t>Slides are neat, contain helpful images, have a calm background, are legible</w:t>
            </w:r>
            <w:r w:rsidR="00291D70">
              <w:rPr>
                <w:rFonts w:eastAsia="Arial Unicode MS" w:cs="Arial Unicode MS"/>
              </w:rPr>
              <w:t xml:space="preserve">, and grammatically correct. </w:t>
            </w:r>
          </w:p>
        </w:tc>
        <w:tc>
          <w:tcPr>
            <w:tcW w:w="810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720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630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720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738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</w:p>
        </w:tc>
      </w:tr>
      <w:tr w:rsidR="004B2847" w:rsidRPr="00FB3318" w:rsidTr="00FB3318">
        <w:tc>
          <w:tcPr>
            <w:tcW w:w="7398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  <w:r w:rsidRPr="00FB3318">
              <w:rPr>
                <w:rFonts w:eastAsia="Arial Unicode MS" w:cs="Arial Unicode MS"/>
              </w:rPr>
              <w:t xml:space="preserve">There are enough slides to cover the given information (AT LEAST 5!) </w:t>
            </w:r>
          </w:p>
        </w:tc>
        <w:tc>
          <w:tcPr>
            <w:tcW w:w="810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720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630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720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738" w:type="dxa"/>
          </w:tcPr>
          <w:p w:rsidR="004B2847" w:rsidRPr="00FB3318" w:rsidRDefault="004B2847" w:rsidP="007870FB">
            <w:pPr>
              <w:rPr>
                <w:rFonts w:eastAsia="Arial Unicode MS" w:cs="Arial Unicode MS"/>
              </w:rPr>
            </w:pPr>
          </w:p>
        </w:tc>
      </w:tr>
    </w:tbl>
    <w:p w:rsidR="00432E20" w:rsidRPr="00D85ECF" w:rsidRDefault="00432E20" w:rsidP="007870FB">
      <w:pPr>
        <w:rPr>
          <w:rFonts w:eastAsia="Arial Unicode MS" w:cs="Arial Unicode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98"/>
        <w:gridCol w:w="810"/>
        <w:gridCol w:w="720"/>
        <w:gridCol w:w="630"/>
        <w:gridCol w:w="720"/>
        <w:gridCol w:w="738"/>
      </w:tblGrid>
      <w:tr w:rsidR="003E7E0C" w:rsidRPr="00FB3318" w:rsidTr="00FB3318">
        <w:tc>
          <w:tcPr>
            <w:tcW w:w="7398" w:type="dxa"/>
          </w:tcPr>
          <w:p w:rsidR="003E7E0C" w:rsidRPr="00FB3318" w:rsidRDefault="003E7E0C" w:rsidP="007870FB">
            <w:pPr>
              <w:rPr>
                <w:rFonts w:eastAsia="Arial Unicode MS" w:cs="Arial Unicode MS"/>
              </w:rPr>
            </w:pPr>
            <w:r w:rsidRPr="00FB3318">
              <w:rPr>
                <w:rFonts w:eastAsia="Arial Unicode MS" w:cs="Arial Unicode MS"/>
              </w:rPr>
              <w:t>Presentation</w:t>
            </w:r>
          </w:p>
        </w:tc>
        <w:tc>
          <w:tcPr>
            <w:tcW w:w="810" w:type="dxa"/>
          </w:tcPr>
          <w:p w:rsidR="003E7E0C" w:rsidRPr="00FB3318" w:rsidRDefault="003E7E0C" w:rsidP="007870FB">
            <w:pPr>
              <w:rPr>
                <w:rFonts w:eastAsia="Arial Unicode MS" w:cs="Arial Unicode MS"/>
              </w:rPr>
            </w:pPr>
            <w:r w:rsidRPr="00FB3318">
              <w:rPr>
                <w:rFonts w:eastAsia="Arial Unicode MS" w:cs="Arial Unicode MS"/>
              </w:rPr>
              <w:t>1</w:t>
            </w:r>
          </w:p>
        </w:tc>
        <w:tc>
          <w:tcPr>
            <w:tcW w:w="720" w:type="dxa"/>
          </w:tcPr>
          <w:p w:rsidR="003E7E0C" w:rsidRPr="00FB3318" w:rsidRDefault="003E7E0C" w:rsidP="007870FB">
            <w:pPr>
              <w:rPr>
                <w:rFonts w:eastAsia="Arial Unicode MS" w:cs="Arial Unicode MS"/>
              </w:rPr>
            </w:pPr>
            <w:r w:rsidRPr="00FB3318">
              <w:rPr>
                <w:rFonts w:eastAsia="Arial Unicode MS" w:cs="Arial Unicode MS"/>
              </w:rPr>
              <w:t>2</w:t>
            </w:r>
          </w:p>
        </w:tc>
        <w:tc>
          <w:tcPr>
            <w:tcW w:w="630" w:type="dxa"/>
          </w:tcPr>
          <w:p w:rsidR="003E7E0C" w:rsidRPr="00FB3318" w:rsidRDefault="003E7E0C" w:rsidP="007870FB">
            <w:pPr>
              <w:rPr>
                <w:rFonts w:eastAsia="Arial Unicode MS" w:cs="Arial Unicode MS"/>
              </w:rPr>
            </w:pPr>
            <w:r w:rsidRPr="00FB3318">
              <w:rPr>
                <w:rFonts w:eastAsia="Arial Unicode MS" w:cs="Arial Unicode MS"/>
              </w:rPr>
              <w:t>3</w:t>
            </w:r>
          </w:p>
        </w:tc>
        <w:tc>
          <w:tcPr>
            <w:tcW w:w="720" w:type="dxa"/>
          </w:tcPr>
          <w:p w:rsidR="003E7E0C" w:rsidRPr="00FB3318" w:rsidRDefault="003E7E0C" w:rsidP="007870FB">
            <w:pPr>
              <w:rPr>
                <w:rFonts w:eastAsia="Arial Unicode MS" w:cs="Arial Unicode MS"/>
              </w:rPr>
            </w:pPr>
            <w:r w:rsidRPr="00FB3318">
              <w:rPr>
                <w:rFonts w:eastAsia="Arial Unicode MS" w:cs="Arial Unicode MS"/>
              </w:rPr>
              <w:t>4</w:t>
            </w:r>
          </w:p>
        </w:tc>
        <w:tc>
          <w:tcPr>
            <w:tcW w:w="738" w:type="dxa"/>
          </w:tcPr>
          <w:p w:rsidR="003E7E0C" w:rsidRPr="00FB3318" w:rsidRDefault="003E7E0C" w:rsidP="007870FB">
            <w:pPr>
              <w:rPr>
                <w:rFonts w:eastAsia="Arial Unicode MS" w:cs="Arial Unicode MS"/>
              </w:rPr>
            </w:pPr>
            <w:r w:rsidRPr="00FB3318">
              <w:rPr>
                <w:rFonts w:eastAsia="Arial Unicode MS" w:cs="Arial Unicode MS"/>
              </w:rPr>
              <w:t>5</w:t>
            </w:r>
          </w:p>
        </w:tc>
      </w:tr>
      <w:tr w:rsidR="003E7E0C" w:rsidRPr="00FB3318" w:rsidTr="00FB3318">
        <w:tc>
          <w:tcPr>
            <w:tcW w:w="7398" w:type="dxa"/>
          </w:tcPr>
          <w:p w:rsidR="003E7E0C" w:rsidRPr="00FB3318" w:rsidRDefault="00291D70" w:rsidP="007870FB">
            <w:pPr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 xml:space="preserve">All group members participated in the presentation. </w:t>
            </w:r>
          </w:p>
        </w:tc>
        <w:tc>
          <w:tcPr>
            <w:tcW w:w="810" w:type="dxa"/>
          </w:tcPr>
          <w:p w:rsidR="003E7E0C" w:rsidRPr="00FB3318" w:rsidRDefault="003E7E0C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720" w:type="dxa"/>
          </w:tcPr>
          <w:p w:rsidR="003E7E0C" w:rsidRPr="00FB3318" w:rsidRDefault="003E7E0C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630" w:type="dxa"/>
          </w:tcPr>
          <w:p w:rsidR="003E7E0C" w:rsidRPr="00FB3318" w:rsidRDefault="003E7E0C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720" w:type="dxa"/>
          </w:tcPr>
          <w:p w:rsidR="003E7E0C" w:rsidRPr="00FB3318" w:rsidRDefault="003E7E0C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738" w:type="dxa"/>
          </w:tcPr>
          <w:p w:rsidR="003E7E0C" w:rsidRPr="00FB3318" w:rsidRDefault="003E7E0C" w:rsidP="007870FB">
            <w:pPr>
              <w:rPr>
                <w:rFonts w:eastAsia="Arial Unicode MS" w:cs="Arial Unicode MS"/>
              </w:rPr>
            </w:pPr>
          </w:p>
        </w:tc>
      </w:tr>
      <w:tr w:rsidR="003E7E0C" w:rsidRPr="00FB3318" w:rsidTr="00FB3318">
        <w:tc>
          <w:tcPr>
            <w:tcW w:w="7398" w:type="dxa"/>
          </w:tcPr>
          <w:p w:rsidR="003E7E0C" w:rsidRPr="00FB3318" w:rsidRDefault="00291D70" w:rsidP="00291D70">
            <w:pPr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 xml:space="preserve">The presentation had good organization and was smooth. It was easy for the audience to follow the presentation. </w:t>
            </w:r>
          </w:p>
        </w:tc>
        <w:tc>
          <w:tcPr>
            <w:tcW w:w="810" w:type="dxa"/>
          </w:tcPr>
          <w:p w:rsidR="003E7E0C" w:rsidRPr="00FB3318" w:rsidRDefault="003E7E0C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720" w:type="dxa"/>
          </w:tcPr>
          <w:p w:rsidR="003E7E0C" w:rsidRPr="00FB3318" w:rsidRDefault="003E7E0C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630" w:type="dxa"/>
          </w:tcPr>
          <w:p w:rsidR="003E7E0C" w:rsidRPr="00FB3318" w:rsidRDefault="003E7E0C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720" w:type="dxa"/>
          </w:tcPr>
          <w:p w:rsidR="003E7E0C" w:rsidRPr="00FB3318" w:rsidRDefault="003E7E0C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738" w:type="dxa"/>
          </w:tcPr>
          <w:p w:rsidR="003E7E0C" w:rsidRPr="00FB3318" w:rsidRDefault="003E7E0C" w:rsidP="007870FB">
            <w:pPr>
              <w:rPr>
                <w:rFonts w:eastAsia="Arial Unicode MS" w:cs="Arial Unicode MS"/>
              </w:rPr>
            </w:pPr>
          </w:p>
        </w:tc>
      </w:tr>
      <w:tr w:rsidR="003E7E0C" w:rsidRPr="00FB3318" w:rsidTr="00FB3318">
        <w:tc>
          <w:tcPr>
            <w:tcW w:w="7398" w:type="dxa"/>
          </w:tcPr>
          <w:p w:rsidR="003E7E0C" w:rsidRPr="00FB3318" w:rsidRDefault="00291D70" w:rsidP="007870FB">
            <w:pPr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 xml:space="preserve">Presenters addressed all of the necessary information. </w:t>
            </w:r>
          </w:p>
        </w:tc>
        <w:tc>
          <w:tcPr>
            <w:tcW w:w="810" w:type="dxa"/>
          </w:tcPr>
          <w:p w:rsidR="003E7E0C" w:rsidRPr="00FB3318" w:rsidRDefault="003E7E0C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720" w:type="dxa"/>
          </w:tcPr>
          <w:p w:rsidR="003E7E0C" w:rsidRPr="00FB3318" w:rsidRDefault="003E7E0C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630" w:type="dxa"/>
          </w:tcPr>
          <w:p w:rsidR="003E7E0C" w:rsidRPr="00FB3318" w:rsidRDefault="003E7E0C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720" w:type="dxa"/>
          </w:tcPr>
          <w:p w:rsidR="003E7E0C" w:rsidRPr="00FB3318" w:rsidRDefault="003E7E0C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738" w:type="dxa"/>
          </w:tcPr>
          <w:p w:rsidR="003E7E0C" w:rsidRPr="00FB3318" w:rsidRDefault="003E7E0C" w:rsidP="007870FB">
            <w:pPr>
              <w:rPr>
                <w:rFonts w:eastAsia="Arial Unicode MS" w:cs="Arial Unicode MS"/>
              </w:rPr>
            </w:pPr>
          </w:p>
        </w:tc>
      </w:tr>
      <w:tr w:rsidR="003E7E0C" w:rsidRPr="00FB3318" w:rsidTr="00FB3318">
        <w:tc>
          <w:tcPr>
            <w:tcW w:w="7398" w:type="dxa"/>
          </w:tcPr>
          <w:p w:rsidR="003E7E0C" w:rsidRPr="00FB3318" w:rsidRDefault="00291D70" w:rsidP="00291D70">
            <w:pPr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 xml:space="preserve">Presenters spoke clearly, loudly, and slowly. </w:t>
            </w:r>
          </w:p>
        </w:tc>
        <w:tc>
          <w:tcPr>
            <w:tcW w:w="810" w:type="dxa"/>
          </w:tcPr>
          <w:p w:rsidR="003E7E0C" w:rsidRPr="00FB3318" w:rsidRDefault="003E7E0C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720" w:type="dxa"/>
          </w:tcPr>
          <w:p w:rsidR="003E7E0C" w:rsidRPr="00FB3318" w:rsidRDefault="003E7E0C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630" w:type="dxa"/>
          </w:tcPr>
          <w:p w:rsidR="003E7E0C" w:rsidRPr="00FB3318" w:rsidRDefault="003E7E0C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720" w:type="dxa"/>
          </w:tcPr>
          <w:p w:rsidR="003E7E0C" w:rsidRPr="00FB3318" w:rsidRDefault="003E7E0C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738" w:type="dxa"/>
          </w:tcPr>
          <w:p w:rsidR="003E7E0C" w:rsidRPr="00FB3318" w:rsidRDefault="003E7E0C" w:rsidP="007870FB">
            <w:pPr>
              <w:rPr>
                <w:rFonts w:eastAsia="Arial Unicode MS" w:cs="Arial Unicode MS"/>
              </w:rPr>
            </w:pPr>
          </w:p>
        </w:tc>
      </w:tr>
    </w:tbl>
    <w:p w:rsidR="00432E20" w:rsidRPr="00D85ECF" w:rsidRDefault="00432E20" w:rsidP="007870FB">
      <w:pPr>
        <w:rPr>
          <w:rFonts w:eastAsia="Arial Unicode MS" w:cs="Arial Unicode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58"/>
        <w:gridCol w:w="1710"/>
        <w:gridCol w:w="2340"/>
        <w:gridCol w:w="1890"/>
      </w:tblGrid>
      <w:tr w:rsidR="00D85ECF" w:rsidRPr="00FB3318" w:rsidTr="00FB3318">
        <w:tc>
          <w:tcPr>
            <w:tcW w:w="5058" w:type="dxa"/>
          </w:tcPr>
          <w:p w:rsidR="00D85ECF" w:rsidRPr="00FB3318" w:rsidRDefault="00D85ECF" w:rsidP="007870FB">
            <w:pPr>
              <w:rPr>
                <w:rFonts w:eastAsia="Arial Unicode MS" w:cs="Arial Unicode MS"/>
              </w:rPr>
            </w:pPr>
            <w:r w:rsidRPr="00FB3318">
              <w:rPr>
                <w:rFonts w:eastAsia="Arial Unicode MS" w:cs="Arial Unicode MS"/>
              </w:rPr>
              <w:t>Group Member’s Names</w:t>
            </w:r>
          </w:p>
        </w:tc>
        <w:tc>
          <w:tcPr>
            <w:tcW w:w="1710" w:type="dxa"/>
          </w:tcPr>
          <w:p w:rsidR="00D85ECF" w:rsidRPr="00FB3318" w:rsidRDefault="00D85ECF" w:rsidP="00D85ECF">
            <w:pPr>
              <w:rPr>
                <w:rFonts w:eastAsia="Arial Unicode MS" w:cs="Arial Unicode MS"/>
              </w:rPr>
            </w:pPr>
            <w:r w:rsidRPr="00FB3318">
              <w:rPr>
                <w:rFonts w:eastAsia="Arial Unicode MS" w:cs="Arial Unicode MS"/>
              </w:rPr>
              <w:t xml:space="preserve">This group member greatly contributed to the project, and was always on task. (10 pts) </w:t>
            </w:r>
          </w:p>
        </w:tc>
        <w:tc>
          <w:tcPr>
            <w:tcW w:w="2340" w:type="dxa"/>
          </w:tcPr>
          <w:p w:rsidR="00D85ECF" w:rsidRPr="00FB3318" w:rsidRDefault="00D85ECF" w:rsidP="00D85ECF">
            <w:pPr>
              <w:rPr>
                <w:rFonts w:eastAsia="Arial Unicode MS" w:cs="Arial Unicode MS"/>
              </w:rPr>
            </w:pPr>
            <w:r w:rsidRPr="00FB3318">
              <w:rPr>
                <w:rFonts w:eastAsia="Arial Unicode MS" w:cs="Arial Unicode MS"/>
              </w:rPr>
              <w:t xml:space="preserve">This group member assisted with the project and was sometimes on task.  </w:t>
            </w:r>
          </w:p>
          <w:p w:rsidR="00D85ECF" w:rsidRPr="00FB3318" w:rsidRDefault="00D85ECF" w:rsidP="00D85ECF">
            <w:pPr>
              <w:rPr>
                <w:rFonts w:eastAsia="Arial Unicode MS" w:cs="Arial Unicode MS"/>
              </w:rPr>
            </w:pPr>
            <w:r w:rsidRPr="00FB3318">
              <w:rPr>
                <w:rFonts w:eastAsia="Arial Unicode MS" w:cs="Arial Unicode MS"/>
              </w:rPr>
              <w:t xml:space="preserve">(5 pts) </w:t>
            </w:r>
          </w:p>
        </w:tc>
        <w:tc>
          <w:tcPr>
            <w:tcW w:w="1890" w:type="dxa"/>
          </w:tcPr>
          <w:p w:rsidR="00D85ECF" w:rsidRPr="00FB3318" w:rsidRDefault="00D85ECF" w:rsidP="007870FB">
            <w:pPr>
              <w:rPr>
                <w:rFonts w:eastAsia="Arial Unicode MS" w:cs="Arial Unicode MS"/>
              </w:rPr>
            </w:pPr>
            <w:r w:rsidRPr="00FB3318">
              <w:rPr>
                <w:rFonts w:eastAsia="Arial Unicode MS" w:cs="Arial Unicode MS"/>
              </w:rPr>
              <w:t xml:space="preserve">This group member made few contributions and was never on task.  (0 pts) </w:t>
            </w:r>
          </w:p>
        </w:tc>
      </w:tr>
      <w:tr w:rsidR="00D85ECF" w:rsidRPr="00FB3318" w:rsidTr="00FB3318">
        <w:tc>
          <w:tcPr>
            <w:tcW w:w="5058" w:type="dxa"/>
          </w:tcPr>
          <w:p w:rsidR="00D85ECF" w:rsidRPr="00FB3318" w:rsidRDefault="00D85ECF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1710" w:type="dxa"/>
          </w:tcPr>
          <w:p w:rsidR="00D85ECF" w:rsidRPr="00FB3318" w:rsidRDefault="00D85ECF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2340" w:type="dxa"/>
          </w:tcPr>
          <w:p w:rsidR="00D85ECF" w:rsidRPr="00FB3318" w:rsidRDefault="00D85ECF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1890" w:type="dxa"/>
          </w:tcPr>
          <w:p w:rsidR="00D85ECF" w:rsidRPr="00FB3318" w:rsidRDefault="00D85ECF" w:rsidP="007870FB">
            <w:pPr>
              <w:rPr>
                <w:rFonts w:eastAsia="Arial Unicode MS" w:cs="Arial Unicode MS"/>
              </w:rPr>
            </w:pPr>
          </w:p>
        </w:tc>
      </w:tr>
      <w:tr w:rsidR="00D85ECF" w:rsidRPr="00FB3318" w:rsidTr="00FB3318">
        <w:tc>
          <w:tcPr>
            <w:tcW w:w="5058" w:type="dxa"/>
          </w:tcPr>
          <w:p w:rsidR="00D85ECF" w:rsidRPr="00FB3318" w:rsidRDefault="00D85ECF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1710" w:type="dxa"/>
          </w:tcPr>
          <w:p w:rsidR="00D85ECF" w:rsidRPr="00FB3318" w:rsidRDefault="00D85ECF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2340" w:type="dxa"/>
          </w:tcPr>
          <w:p w:rsidR="00D85ECF" w:rsidRPr="00FB3318" w:rsidRDefault="00D85ECF" w:rsidP="007870FB">
            <w:pPr>
              <w:rPr>
                <w:rFonts w:eastAsia="Arial Unicode MS" w:cs="Arial Unicode MS"/>
              </w:rPr>
            </w:pPr>
          </w:p>
        </w:tc>
        <w:tc>
          <w:tcPr>
            <w:tcW w:w="1890" w:type="dxa"/>
          </w:tcPr>
          <w:p w:rsidR="00D85ECF" w:rsidRPr="00FB3318" w:rsidRDefault="00D85ECF" w:rsidP="007870FB">
            <w:pPr>
              <w:rPr>
                <w:rFonts w:eastAsia="Arial Unicode MS" w:cs="Arial Unicode MS"/>
              </w:rPr>
            </w:pPr>
          </w:p>
        </w:tc>
      </w:tr>
    </w:tbl>
    <w:p w:rsidR="003E7E0C" w:rsidRPr="00D85ECF" w:rsidRDefault="003E7E0C" w:rsidP="007870FB">
      <w:pPr>
        <w:rPr>
          <w:rFonts w:eastAsia="Arial Unicode MS" w:cs="Arial Unicode MS"/>
        </w:rPr>
      </w:pPr>
    </w:p>
    <w:p w:rsidR="00291D70" w:rsidRDefault="00291D70" w:rsidP="007870FB">
      <w:pPr>
        <w:rPr>
          <w:rFonts w:eastAsia="Arial Unicode MS" w:cs="Arial Unicode MS"/>
        </w:rPr>
      </w:pPr>
    </w:p>
    <w:p w:rsidR="00291D70" w:rsidRDefault="00291D70" w:rsidP="007870FB">
      <w:pPr>
        <w:rPr>
          <w:rFonts w:eastAsia="Arial Unicode MS" w:cs="Arial Unicode MS"/>
        </w:rPr>
      </w:pPr>
    </w:p>
    <w:p w:rsidR="00291D70" w:rsidRDefault="00291D70" w:rsidP="007870FB">
      <w:pPr>
        <w:rPr>
          <w:rFonts w:eastAsia="Arial Unicode MS" w:cs="Arial Unicode MS"/>
        </w:rPr>
      </w:pPr>
    </w:p>
    <w:p w:rsidR="00291D70" w:rsidRDefault="00291D70" w:rsidP="007870FB">
      <w:pPr>
        <w:rPr>
          <w:rFonts w:eastAsia="Arial Unicode MS" w:cs="Arial Unicode MS"/>
        </w:rPr>
      </w:pPr>
    </w:p>
    <w:p w:rsidR="00291D70" w:rsidRDefault="00291D70" w:rsidP="007870FB">
      <w:pPr>
        <w:rPr>
          <w:rFonts w:eastAsia="Arial Unicode MS" w:cs="Arial Unicode MS"/>
        </w:rPr>
      </w:pPr>
    </w:p>
    <w:p w:rsidR="00291D70" w:rsidRDefault="00291D70" w:rsidP="007870FB">
      <w:pPr>
        <w:rPr>
          <w:rFonts w:eastAsia="Arial Unicode MS" w:cs="Arial Unicode MS"/>
        </w:rPr>
      </w:pPr>
    </w:p>
    <w:p w:rsidR="007870FB" w:rsidRPr="00D85ECF" w:rsidRDefault="007870FB" w:rsidP="007870FB">
      <w:pPr>
        <w:rPr>
          <w:rFonts w:eastAsia="Arial Unicode MS" w:cs="Arial Unicode MS"/>
        </w:rPr>
      </w:pPr>
      <w:r w:rsidRPr="00D85ECF">
        <w:rPr>
          <w:rFonts w:eastAsia="Arial Unicode MS" w:cs="Arial Unicode MS"/>
        </w:rPr>
        <w:lastRenderedPageBreak/>
        <w:t xml:space="preserve">hurricanes, </w:t>
      </w:r>
    </w:p>
    <w:p w:rsidR="007870FB" w:rsidRPr="00D85ECF" w:rsidRDefault="007870FB" w:rsidP="007870FB">
      <w:pPr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 xml:space="preserve">tornadoes, </w:t>
      </w:r>
    </w:p>
    <w:p w:rsidR="007870FB" w:rsidRPr="00D85ECF" w:rsidRDefault="007870FB" w:rsidP="007870FB">
      <w:pPr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>drought</w:t>
      </w:r>
    </w:p>
    <w:p w:rsidR="007870FB" w:rsidRPr="00D85ECF" w:rsidRDefault="007870FB" w:rsidP="007870FB">
      <w:pPr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 xml:space="preserve">flood </w:t>
      </w:r>
    </w:p>
    <w:p w:rsidR="007870FB" w:rsidRPr="00D85ECF" w:rsidRDefault="007870FB" w:rsidP="007870FB">
      <w:pPr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 xml:space="preserve">fire </w:t>
      </w:r>
    </w:p>
    <w:p w:rsidR="007870FB" w:rsidRPr="00D85ECF" w:rsidRDefault="007870FB" w:rsidP="007870FB">
      <w:pPr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 xml:space="preserve">earthquakes </w:t>
      </w:r>
    </w:p>
    <w:p w:rsidR="007870FB" w:rsidRPr="00D85ECF" w:rsidRDefault="007870FB" w:rsidP="007870FB">
      <w:pPr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 xml:space="preserve">tsunamis </w:t>
      </w:r>
    </w:p>
    <w:p w:rsidR="007870FB" w:rsidRPr="00D85ECF" w:rsidRDefault="007870FB" w:rsidP="007870FB">
      <w:pPr>
        <w:rPr>
          <w:rFonts w:eastAsia="Arial Unicode MS" w:cs="Arial Unicode MS"/>
        </w:rPr>
      </w:pPr>
      <w:r w:rsidRPr="00D85ECF">
        <w:rPr>
          <w:rFonts w:eastAsia="Arial Unicode MS" w:cs="Arial Unicode MS"/>
        </w:rPr>
        <w:t xml:space="preserve">volcanic eruption </w:t>
      </w:r>
    </w:p>
    <w:p w:rsidR="009033CC" w:rsidRPr="00D85ECF" w:rsidRDefault="007870FB">
      <w:r w:rsidRPr="00D85ECF">
        <w:t>blizzards</w:t>
      </w:r>
    </w:p>
    <w:sectPr w:rsidR="009033CC" w:rsidRPr="00D85ECF" w:rsidSect="00432E2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666107"/>
    <w:multiLevelType w:val="hybridMultilevel"/>
    <w:tmpl w:val="6C405EA0"/>
    <w:lvl w:ilvl="0" w:tplc="0C4AAE76">
      <w:start w:val="5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291D70"/>
    <w:rsid w:val="00291D70"/>
    <w:rsid w:val="003E7E0C"/>
    <w:rsid w:val="00432E20"/>
    <w:rsid w:val="004B2847"/>
    <w:rsid w:val="00503E75"/>
    <w:rsid w:val="006D56C3"/>
    <w:rsid w:val="00700AD2"/>
    <w:rsid w:val="007870FB"/>
    <w:rsid w:val="00862327"/>
    <w:rsid w:val="008C2A8A"/>
    <w:rsid w:val="009033CC"/>
    <w:rsid w:val="00B20F7F"/>
    <w:rsid w:val="00D85ECF"/>
    <w:rsid w:val="00FB3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F7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56C3"/>
    <w:rPr>
      <w:sz w:val="22"/>
      <w:szCs w:val="22"/>
    </w:rPr>
  </w:style>
  <w:style w:type="table" w:styleId="TableGrid">
    <w:name w:val="Table Grid"/>
    <w:basedOn w:val="TableNormal"/>
    <w:uiPriority w:val="59"/>
    <w:rsid w:val="008C2A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ah\Downloads\Natural%20Disaster%20Relief%20Projec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Natural Disaster Relief Project.dot</Template>
  <TotalTime>1</TotalTime>
  <Pages>3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TSD</Company>
  <LinksUpToDate>false</LinksUpToDate>
  <CharactersWithSpaces>4063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2</cp:revision>
  <dcterms:created xsi:type="dcterms:W3CDTF">2011-09-07T12:16:00Z</dcterms:created>
  <dcterms:modified xsi:type="dcterms:W3CDTF">2011-09-07T12:16:00Z</dcterms:modified>
</cp:coreProperties>
</file>